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horzAnchor="margin" w:tblpXSpec="center" w:tblpY="-540"/>
        <w:tblW w:w="10368" w:type="dxa"/>
        <w:tblLayout w:type="fixed"/>
        <w:tblLook w:val="01E0" w:firstRow="1" w:lastRow="1" w:firstColumn="1" w:lastColumn="1" w:noHBand="0" w:noVBand="0"/>
      </w:tblPr>
      <w:tblGrid>
        <w:gridCol w:w="2448"/>
        <w:gridCol w:w="5400"/>
        <w:gridCol w:w="2520"/>
      </w:tblGrid>
      <w:tr w:rsidR="000D6B48" w:rsidRPr="00D36A46" w14:paraId="46FED26C" w14:textId="77777777" w:rsidTr="008904D6">
        <w:tc>
          <w:tcPr>
            <w:tcW w:w="2448" w:type="dxa"/>
          </w:tcPr>
          <w:p w14:paraId="7716075A" w14:textId="77777777" w:rsidR="000D6B48" w:rsidRPr="00D36A46" w:rsidRDefault="000D6B48" w:rsidP="00D36A46">
            <w:pPr>
              <w:ind w:right="-108"/>
            </w:pPr>
          </w:p>
        </w:tc>
        <w:tc>
          <w:tcPr>
            <w:tcW w:w="5400" w:type="dxa"/>
          </w:tcPr>
          <w:p w14:paraId="2325025B" w14:textId="77777777" w:rsidR="000D6B48" w:rsidRPr="00D36A46" w:rsidRDefault="000D6B48" w:rsidP="00D36A46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20" w:type="dxa"/>
          </w:tcPr>
          <w:p w14:paraId="5DD81DDF" w14:textId="77777777" w:rsidR="004005EE" w:rsidRPr="00D36A46" w:rsidRDefault="004005EE" w:rsidP="00D36A46">
            <w:pPr>
              <w:jc w:val="right"/>
              <w:rPr>
                <w:rFonts w:ascii="BakerSignet" w:hAnsi="BakerSignet"/>
                <w:sz w:val="20"/>
                <w:szCs w:val="20"/>
              </w:rPr>
            </w:pPr>
          </w:p>
        </w:tc>
      </w:tr>
    </w:tbl>
    <w:p w14:paraId="38DB4DFB" w14:textId="77777777" w:rsidR="00DE2840" w:rsidRPr="00DE2840" w:rsidRDefault="00DE2840" w:rsidP="00DE2840">
      <w:pPr>
        <w:rPr>
          <w:rFonts w:ascii="Times New Roman" w:hAnsi="Times New Roman"/>
        </w:rPr>
      </w:pPr>
      <w:r w:rsidRPr="00DE2840">
        <w:rPr>
          <w:rFonts w:ascii="Times New Roman" w:hAnsi="Times New Roman"/>
          <w:color w:val="0000FF"/>
        </w:rPr>
        <w:t>[Date]</w:t>
      </w:r>
    </w:p>
    <w:p w14:paraId="504B5A5E" w14:textId="77777777" w:rsidR="00DE2840" w:rsidRPr="00DE2840" w:rsidRDefault="00DE2840" w:rsidP="00DE2840">
      <w:pPr>
        <w:rPr>
          <w:rFonts w:ascii="Times New Roman" w:hAnsi="Times New Roman"/>
        </w:rPr>
      </w:pPr>
      <w:bookmarkStart w:id="0" w:name="_GoBack"/>
      <w:bookmarkEnd w:id="0"/>
    </w:p>
    <w:p w14:paraId="75D6AD39" w14:textId="77777777" w:rsidR="00DE2840" w:rsidRPr="00DE2840" w:rsidRDefault="00DE2840" w:rsidP="00DE2840">
      <w:pPr>
        <w:rPr>
          <w:rFonts w:ascii="Times New Roman" w:hAnsi="Times New Roman"/>
        </w:rPr>
      </w:pPr>
    </w:p>
    <w:p w14:paraId="47C0652F" w14:textId="77777777" w:rsidR="00DE2840" w:rsidRPr="00DE2840" w:rsidRDefault="00DE2840" w:rsidP="00DE2840">
      <w:pPr>
        <w:rPr>
          <w:rFonts w:ascii="Times New Roman" w:hAnsi="Times New Roman"/>
        </w:rPr>
      </w:pPr>
      <w:r w:rsidRPr="00DE2840">
        <w:rPr>
          <w:rFonts w:ascii="Times New Roman" w:hAnsi="Times New Roman"/>
          <w:color w:val="FF0000"/>
        </w:rPr>
        <w:t>[</w:t>
      </w:r>
      <w:r w:rsidRPr="00DE2840">
        <w:rPr>
          <w:rFonts w:ascii="Times New Roman" w:hAnsi="Times New Roman"/>
        </w:rPr>
        <w:t xml:space="preserve">Mr. </w:t>
      </w:r>
      <w:r w:rsidRPr="00DE2840">
        <w:rPr>
          <w:rFonts w:ascii="Times New Roman" w:hAnsi="Times New Roman"/>
          <w:color w:val="FF0000"/>
          <w:u w:val="single"/>
        </w:rPr>
        <w:t>or</w:t>
      </w:r>
      <w:r w:rsidRPr="00DE2840">
        <w:rPr>
          <w:rFonts w:ascii="Times New Roman" w:hAnsi="Times New Roman"/>
        </w:rPr>
        <w:t xml:space="preserve"> Ms. </w:t>
      </w:r>
      <w:r w:rsidRPr="00DE2840">
        <w:rPr>
          <w:rFonts w:ascii="Times New Roman" w:hAnsi="Times New Roman"/>
          <w:color w:val="FF0000"/>
          <w:u w:val="single"/>
        </w:rPr>
        <w:t>or</w:t>
      </w:r>
      <w:r w:rsidRPr="00DE2840">
        <w:rPr>
          <w:rFonts w:ascii="Times New Roman" w:hAnsi="Times New Roman"/>
        </w:rPr>
        <w:t xml:space="preserve"> . . .</w:t>
      </w:r>
      <w:r w:rsidRPr="00DE2840">
        <w:rPr>
          <w:rFonts w:ascii="Times New Roman" w:hAnsi="Times New Roman"/>
          <w:color w:val="FF0000"/>
        </w:rPr>
        <w:t>]</w:t>
      </w:r>
      <w:r w:rsidRPr="00DE2840">
        <w:rPr>
          <w:rFonts w:ascii="Times New Roman" w:hAnsi="Times New Roman"/>
        </w:rPr>
        <w:t xml:space="preserve"> </w:t>
      </w:r>
      <w:r w:rsidRPr="00DE2840">
        <w:rPr>
          <w:rFonts w:ascii="Times New Roman" w:hAnsi="Times New Roman"/>
          <w:color w:val="0000FF"/>
        </w:rPr>
        <w:t>[Utility Contact Name]</w:t>
      </w:r>
      <w:r w:rsidRPr="00DE2840">
        <w:rPr>
          <w:rFonts w:ascii="Times New Roman" w:hAnsi="Times New Roman"/>
        </w:rPr>
        <w:t xml:space="preserve"> </w:t>
      </w:r>
      <w:r w:rsidRPr="00DE2840">
        <w:rPr>
          <w:rFonts w:ascii="Times New Roman" w:hAnsi="Times New Roman" w:cs="Arial"/>
          <w:color w:val="800080"/>
        </w:rPr>
        <w:t>(if you do not have a name delete the line)</w:t>
      </w:r>
    </w:p>
    <w:p w14:paraId="3AF6911E" w14:textId="77777777" w:rsidR="00DE2840" w:rsidRPr="00DE2840" w:rsidRDefault="00DE2840" w:rsidP="00DE2840">
      <w:pPr>
        <w:rPr>
          <w:rFonts w:ascii="Times New Roman" w:hAnsi="Times New Roman"/>
        </w:rPr>
      </w:pPr>
      <w:r w:rsidRPr="00DE2840">
        <w:rPr>
          <w:rFonts w:ascii="Times New Roman" w:hAnsi="Times New Roman"/>
          <w:color w:val="0000FF"/>
        </w:rPr>
        <w:t>[Utility Company Name]</w:t>
      </w:r>
    </w:p>
    <w:p w14:paraId="202A0BF5" w14:textId="77777777" w:rsidR="00DE2840" w:rsidRPr="00DE2840" w:rsidRDefault="00DE2840" w:rsidP="00DE2840">
      <w:pPr>
        <w:rPr>
          <w:rFonts w:ascii="Times New Roman" w:hAnsi="Times New Roman"/>
        </w:rPr>
      </w:pPr>
      <w:r w:rsidRPr="00DE2840">
        <w:rPr>
          <w:rFonts w:ascii="Times New Roman" w:hAnsi="Times New Roman"/>
          <w:color w:val="0000FF"/>
        </w:rPr>
        <w:t>[Utility Company Address]</w:t>
      </w:r>
    </w:p>
    <w:p w14:paraId="08198A9A" w14:textId="77777777" w:rsidR="00DE2840" w:rsidRPr="00DE2840" w:rsidRDefault="00DE2840" w:rsidP="00DE2840">
      <w:pPr>
        <w:rPr>
          <w:rFonts w:ascii="Times New Roman" w:hAnsi="Times New Roman"/>
        </w:rPr>
      </w:pPr>
      <w:r w:rsidRPr="00DE2840">
        <w:rPr>
          <w:rFonts w:ascii="Times New Roman" w:hAnsi="Times New Roman"/>
          <w:color w:val="0000FF"/>
        </w:rPr>
        <w:t>[City, State  Zip Code]</w:t>
      </w:r>
    </w:p>
    <w:p w14:paraId="56E6EC31" w14:textId="77777777" w:rsidR="00DE2840" w:rsidRPr="00DE2840" w:rsidRDefault="00DE2840" w:rsidP="00DE2840">
      <w:pPr>
        <w:rPr>
          <w:rFonts w:ascii="Times New Roman" w:hAnsi="Times New Roman"/>
        </w:rPr>
      </w:pPr>
    </w:p>
    <w:p w14:paraId="7400011E" w14:textId="77777777" w:rsidR="00DE2840" w:rsidRPr="00DE2840" w:rsidRDefault="00DE2840" w:rsidP="00DE2840">
      <w:pPr>
        <w:tabs>
          <w:tab w:val="left" w:pos="1080"/>
        </w:tabs>
        <w:rPr>
          <w:rFonts w:ascii="Times New Roman" w:hAnsi="Times New Roman"/>
        </w:rPr>
      </w:pPr>
      <w:r w:rsidRPr="00DE2840">
        <w:rPr>
          <w:rFonts w:ascii="Times New Roman" w:hAnsi="Times New Roman"/>
        </w:rPr>
        <w:t>Subject:</w:t>
      </w:r>
      <w:r w:rsidRPr="00DE2840">
        <w:rPr>
          <w:rFonts w:ascii="Times New Roman" w:hAnsi="Times New Roman"/>
        </w:rPr>
        <w:tab/>
      </w:r>
      <w:r w:rsidRPr="00DE2840">
        <w:rPr>
          <w:rFonts w:ascii="Times New Roman" w:hAnsi="Times New Roman"/>
          <w:u w:val="single"/>
        </w:rPr>
        <w:t>Utility Account Establishment Authorization</w:t>
      </w:r>
    </w:p>
    <w:p w14:paraId="3F37DCA0" w14:textId="77777777" w:rsidR="00DE2840" w:rsidRPr="00DE2840" w:rsidRDefault="00DE2840" w:rsidP="00DE2840">
      <w:pPr>
        <w:tabs>
          <w:tab w:val="left" w:pos="4140"/>
        </w:tabs>
        <w:rPr>
          <w:rFonts w:ascii="Times New Roman" w:hAnsi="Times New Roman"/>
        </w:rPr>
      </w:pPr>
    </w:p>
    <w:p w14:paraId="5D17C25C" w14:textId="77777777" w:rsidR="00DE2840" w:rsidRPr="00DE2840" w:rsidRDefault="00DE2840" w:rsidP="00DE2840">
      <w:pPr>
        <w:rPr>
          <w:rFonts w:ascii="Times New Roman" w:hAnsi="Times New Roman"/>
        </w:rPr>
      </w:pPr>
      <w:r w:rsidRPr="00DE2840">
        <w:rPr>
          <w:rFonts w:ascii="Times New Roman" w:hAnsi="Times New Roman"/>
          <w:b/>
          <w:color w:val="FF0000"/>
        </w:rPr>
        <w:t>{{</w:t>
      </w:r>
      <w:r w:rsidRPr="00DE2840">
        <w:rPr>
          <w:rFonts w:ascii="Times New Roman" w:hAnsi="Times New Roman"/>
        </w:rPr>
        <w:t xml:space="preserve">Dear </w:t>
      </w:r>
      <w:r w:rsidRPr="00DE2840">
        <w:rPr>
          <w:rFonts w:ascii="Times New Roman" w:hAnsi="Times New Roman"/>
          <w:color w:val="FF0000"/>
        </w:rPr>
        <w:t>[</w:t>
      </w:r>
      <w:r w:rsidRPr="00DE2840">
        <w:rPr>
          <w:rFonts w:ascii="Times New Roman" w:hAnsi="Times New Roman"/>
        </w:rPr>
        <w:t xml:space="preserve">Mr. </w:t>
      </w:r>
      <w:r w:rsidRPr="00DE2840">
        <w:rPr>
          <w:rFonts w:ascii="Times New Roman" w:hAnsi="Times New Roman"/>
          <w:color w:val="FF0000"/>
          <w:u w:val="single"/>
        </w:rPr>
        <w:t>or</w:t>
      </w:r>
      <w:r w:rsidRPr="00DE2840">
        <w:rPr>
          <w:rFonts w:ascii="Times New Roman" w:hAnsi="Times New Roman"/>
        </w:rPr>
        <w:t xml:space="preserve"> Ms. </w:t>
      </w:r>
      <w:r w:rsidRPr="00DE2840">
        <w:rPr>
          <w:rFonts w:ascii="Times New Roman" w:hAnsi="Times New Roman"/>
          <w:color w:val="FF0000"/>
          <w:u w:val="single"/>
        </w:rPr>
        <w:t>or</w:t>
      </w:r>
      <w:r w:rsidRPr="00DE2840">
        <w:rPr>
          <w:rFonts w:ascii="Times New Roman" w:hAnsi="Times New Roman"/>
        </w:rPr>
        <w:t xml:space="preserve"> . . .</w:t>
      </w:r>
      <w:r w:rsidRPr="00DE2840">
        <w:rPr>
          <w:rFonts w:ascii="Times New Roman" w:hAnsi="Times New Roman"/>
          <w:color w:val="FF0000"/>
        </w:rPr>
        <w:t>]</w:t>
      </w:r>
      <w:r w:rsidRPr="00DE2840">
        <w:rPr>
          <w:rFonts w:ascii="Times New Roman" w:hAnsi="Times New Roman"/>
        </w:rPr>
        <w:t xml:space="preserve"> </w:t>
      </w:r>
      <w:r w:rsidRPr="00DE2840">
        <w:rPr>
          <w:rFonts w:ascii="Times New Roman" w:hAnsi="Times New Roman"/>
          <w:color w:val="0000FF"/>
        </w:rPr>
        <w:t>[Utility Contact Person’s Last Name]</w:t>
      </w:r>
      <w:r w:rsidRPr="00DE2840">
        <w:rPr>
          <w:rFonts w:ascii="Times New Roman" w:hAnsi="Times New Roman"/>
        </w:rPr>
        <w:t xml:space="preserve"> </w:t>
      </w:r>
      <w:r w:rsidRPr="00DE2840">
        <w:rPr>
          <w:rFonts w:ascii="Times New Roman" w:hAnsi="Times New Roman"/>
          <w:color w:val="FF0000"/>
        </w:rPr>
        <w:t>OR</w:t>
      </w:r>
      <w:r w:rsidRPr="00DE2840">
        <w:rPr>
          <w:rFonts w:ascii="Times New Roman" w:hAnsi="Times New Roman"/>
        </w:rPr>
        <w:t xml:space="preserve"> To Whom It May Concern</w:t>
      </w:r>
      <w:r w:rsidRPr="00DE2840">
        <w:rPr>
          <w:rFonts w:ascii="Times New Roman" w:hAnsi="Times New Roman"/>
          <w:b/>
          <w:color w:val="FF0000"/>
        </w:rPr>
        <w:t>}}</w:t>
      </w:r>
      <w:r w:rsidRPr="00DE2840">
        <w:rPr>
          <w:rFonts w:ascii="Times New Roman" w:hAnsi="Times New Roman"/>
        </w:rPr>
        <w:t>:</w:t>
      </w:r>
    </w:p>
    <w:p w14:paraId="73883443" w14:textId="77777777" w:rsidR="00DE2840" w:rsidRPr="00DE2840" w:rsidRDefault="00DE2840" w:rsidP="00DE2840">
      <w:pPr>
        <w:rPr>
          <w:rFonts w:ascii="Times New Roman" w:hAnsi="Times New Roman"/>
        </w:rPr>
      </w:pPr>
    </w:p>
    <w:p w14:paraId="4B49DD4F" w14:textId="77777777" w:rsidR="00DE2840" w:rsidRPr="00DE2840" w:rsidRDefault="00DE2840" w:rsidP="00DE2840">
      <w:pPr>
        <w:rPr>
          <w:rFonts w:ascii="Times New Roman" w:hAnsi="Times New Roman"/>
        </w:rPr>
      </w:pPr>
      <w:r w:rsidRPr="00DE2840">
        <w:rPr>
          <w:rFonts w:ascii="Times New Roman" w:hAnsi="Times New Roman"/>
        </w:rPr>
        <w:t>By way of this letter</w:t>
      </w:r>
      <w:r w:rsidRPr="0016306A">
        <w:rPr>
          <w:rFonts w:ascii="Times New Roman" w:hAnsi="Times New Roman"/>
        </w:rPr>
        <w:t xml:space="preserve">, </w:t>
      </w:r>
      <w:r w:rsidR="0016306A" w:rsidRPr="0016306A">
        <w:rPr>
          <w:rFonts w:ascii="Times New Roman" w:hAnsi="Times New Roman"/>
          <w:szCs w:val="22"/>
        </w:rPr>
        <w:t>on behalf of the Florida Department of Environmental Protection</w:t>
      </w:r>
      <w:r w:rsidR="002967EB">
        <w:rPr>
          <w:rFonts w:ascii="Times New Roman" w:hAnsi="Times New Roman"/>
          <w:szCs w:val="22"/>
        </w:rPr>
        <w:t xml:space="preserve"> (FEID 59-6007353)</w:t>
      </w:r>
      <w:r w:rsidR="0016306A" w:rsidRPr="0016306A">
        <w:rPr>
          <w:rFonts w:ascii="Times New Roman" w:hAnsi="Times New Roman"/>
          <w:szCs w:val="22"/>
        </w:rPr>
        <w:t>,</w:t>
      </w:r>
      <w:r w:rsidR="0016306A">
        <w:rPr>
          <w:szCs w:val="22"/>
        </w:rPr>
        <w:t xml:space="preserve"> </w:t>
      </w:r>
      <w:r w:rsidRPr="00DE2840">
        <w:rPr>
          <w:rFonts w:ascii="Times New Roman" w:hAnsi="Times New Roman"/>
        </w:rPr>
        <w:t xml:space="preserve">authorization is hereby granted for the establishment of an electric service account </w:t>
      </w:r>
      <w:r w:rsidRPr="00DE2840">
        <w:rPr>
          <w:rFonts w:ascii="Times New Roman" w:hAnsi="Times New Roman"/>
          <w:color w:val="FF0000"/>
        </w:rPr>
        <w:t>[</w:t>
      </w:r>
      <w:r w:rsidRPr="00DE2840">
        <w:rPr>
          <w:rFonts w:ascii="Times New Roman" w:hAnsi="Times New Roman"/>
          <w:color w:val="800080"/>
        </w:rPr>
        <w:t>(needed for most, but not all, systems; verify with PE)</w:t>
      </w:r>
      <w:r w:rsidRPr="00DE2840">
        <w:rPr>
          <w:rFonts w:ascii="Times New Roman" w:hAnsi="Times New Roman"/>
        </w:rPr>
        <w:t xml:space="preserve"> (3</w:t>
      </w:r>
      <w:r w:rsidRPr="00DE2840">
        <w:rPr>
          <w:rFonts w:ascii="Times New Roman" w:hAnsi="Times New Roman"/>
        </w:rPr>
        <w:noBreakHyphen/>
        <w:t>phase power)</w:t>
      </w:r>
      <w:r w:rsidRPr="00DE2840">
        <w:rPr>
          <w:rFonts w:ascii="Times New Roman" w:hAnsi="Times New Roman"/>
          <w:color w:val="FF0000"/>
        </w:rPr>
        <w:t>]</w:t>
      </w:r>
      <w:r w:rsidRPr="00DE2840">
        <w:rPr>
          <w:rFonts w:ascii="Times New Roman" w:hAnsi="Times New Roman"/>
        </w:rPr>
        <w:t xml:space="preserve"> in the name of:</w:t>
      </w:r>
    </w:p>
    <w:p w14:paraId="6BBBF9FC" w14:textId="77777777" w:rsidR="00DE2840" w:rsidRPr="00DE2840" w:rsidRDefault="00DE2840" w:rsidP="00DE2840">
      <w:pPr>
        <w:rPr>
          <w:rFonts w:ascii="Times New Roman" w:hAnsi="Times New Roman"/>
        </w:rPr>
      </w:pPr>
    </w:p>
    <w:p w14:paraId="25723408" w14:textId="77777777" w:rsidR="00DE2840" w:rsidRPr="00DE2840" w:rsidRDefault="00DE2840" w:rsidP="00DE2840">
      <w:pPr>
        <w:tabs>
          <w:tab w:val="left" w:pos="720"/>
        </w:tabs>
        <w:ind w:left="720"/>
        <w:rPr>
          <w:rFonts w:ascii="Times New Roman" w:hAnsi="Times New Roman"/>
        </w:rPr>
      </w:pPr>
      <w:r w:rsidRPr="00DE2840">
        <w:rPr>
          <w:rFonts w:ascii="Times New Roman" w:hAnsi="Times New Roman"/>
        </w:rPr>
        <w:t>State of Florida DEP – PRP</w:t>
      </w:r>
    </w:p>
    <w:p w14:paraId="2942D792" w14:textId="77777777" w:rsidR="00DE2840" w:rsidRPr="00DE2840" w:rsidRDefault="00DE2840" w:rsidP="00DE2840">
      <w:pPr>
        <w:tabs>
          <w:tab w:val="left" w:pos="720"/>
        </w:tabs>
        <w:ind w:left="720"/>
        <w:rPr>
          <w:rFonts w:ascii="Times New Roman" w:hAnsi="Times New Roman"/>
        </w:rPr>
      </w:pPr>
      <w:r w:rsidRPr="00DE2840">
        <w:rPr>
          <w:rFonts w:ascii="Times New Roman" w:hAnsi="Times New Roman"/>
        </w:rPr>
        <w:t>PRA # </w:t>
      </w:r>
      <w:r w:rsidRPr="00DE2840">
        <w:rPr>
          <w:rFonts w:ascii="Times New Roman" w:hAnsi="Times New Roman"/>
          <w:color w:val="0000FF"/>
        </w:rPr>
        <w:t xml:space="preserve">[same as FDEP Facility ID# </w:t>
      </w:r>
      <w:r w:rsidRPr="00DE2840">
        <w:rPr>
          <w:rFonts w:ascii="Times New Roman" w:hAnsi="Times New Roman"/>
          <w:color w:val="800080"/>
        </w:rPr>
        <w:t>(9 digits)</w:t>
      </w:r>
      <w:r w:rsidRPr="00DE2840">
        <w:rPr>
          <w:rFonts w:ascii="Times New Roman" w:hAnsi="Times New Roman"/>
          <w:color w:val="0000FF"/>
        </w:rPr>
        <w:t>]</w:t>
      </w:r>
    </w:p>
    <w:p w14:paraId="0454CC84" w14:textId="77777777" w:rsidR="00DE2840" w:rsidRPr="00DE2840" w:rsidRDefault="00DE2840" w:rsidP="00DE2840">
      <w:pPr>
        <w:tabs>
          <w:tab w:val="left" w:pos="720"/>
        </w:tabs>
        <w:ind w:left="720"/>
        <w:rPr>
          <w:rFonts w:ascii="Times New Roman" w:hAnsi="Times New Roman"/>
        </w:rPr>
      </w:pPr>
      <w:r w:rsidRPr="00DE2840">
        <w:rPr>
          <w:rFonts w:ascii="Times New Roman" w:hAnsi="Times New Roman"/>
        </w:rPr>
        <w:t>2600 Blair Stone Road, MS 4540</w:t>
      </w:r>
    </w:p>
    <w:p w14:paraId="44369A93" w14:textId="77777777" w:rsidR="00DE2840" w:rsidRPr="00DE2840" w:rsidRDefault="00DE2840" w:rsidP="00DE2840">
      <w:pPr>
        <w:tabs>
          <w:tab w:val="left" w:pos="720"/>
        </w:tabs>
        <w:ind w:left="720"/>
        <w:rPr>
          <w:rFonts w:ascii="Times New Roman" w:hAnsi="Times New Roman"/>
        </w:rPr>
      </w:pPr>
      <w:r w:rsidRPr="00DE2840">
        <w:rPr>
          <w:rFonts w:ascii="Times New Roman" w:hAnsi="Times New Roman"/>
        </w:rPr>
        <w:t>Tallahassee, Florida  32399-2400</w:t>
      </w:r>
    </w:p>
    <w:p w14:paraId="7DD4E333" w14:textId="77777777" w:rsidR="00DE2840" w:rsidRPr="00DE2840" w:rsidRDefault="00DE2840" w:rsidP="00DE2840">
      <w:pPr>
        <w:rPr>
          <w:rFonts w:ascii="Times New Roman" w:hAnsi="Times New Roman"/>
        </w:rPr>
      </w:pPr>
    </w:p>
    <w:p w14:paraId="6B1D07A6" w14:textId="77777777" w:rsidR="00DE2840" w:rsidRPr="00DE2840" w:rsidRDefault="00DE2840" w:rsidP="00DE2840">
      <w:pPr>
        <w:rPr>
          <w:rFonts w:ascii="Times New Roman" w:hAnsi="Times New Roman"/>
        </w:rPr>
      </w:pPr>
      <w:r w:rsidRPr="00DE2840">
        <w:rPr>
          <w:rFonts w:ascii="Times New Roman" w:hAnsi="Times New Roman"/>
        </w:rPr>
        <w:t xml:space="preserve">This account shall be assigned </w:t>
      </w:r>
      <w:r w:rsidRPr="00DE2840">
        <w:rPr>
          <w:rFonts w:ascii="Times New Roman" w:hAnsi="Times New Roman"/>
          <w:u w:val="single"/>
        </w:rPr>
        <w:t>solely</w:t>
      </w:r>
      <w:r w:rsidRPr="00DE2840">
        <w:rPr>
          <w:rFonts w:ascii="Times New Roman" w:hAnsi="Times New Roman"/>
        </w:rPr>
        <w:t xml:space="preserve"> to the operation of site remediation equipment installed at the following location:</w:t>
      </w:r>
    </w:p>
    <w:p w14:paraId="53BB4957" w14:textId="77777777" w:rsidR="00DE2840" w:rsidRPr="00DE2840" w:rsidRDefault="00DE2840" w:rsidP="00DE2840">
      <w:pPr>
        <w:rPr>
          <w:rFonts w:ascii="Times New Roman" w:hAnsi="Times New Roman"/>
        </w:rPr>
      </w:pPr>
    </w:p>
    <w:p w14:paraId="52F966F2" w14:textId="77777777" w:rsidR="00DE2840" w:rsidRPr="00DE2840" w:rsidRDefault="00DE2840" w:rsidP="00DE2840">
      <w:pPr>
        <w:ind w:left="720"/>
        <w:rPr>
          <w:rFonts w:ascii="Times New Roman" w:hAnsi="Times New Roman"/>
        </w:rPr>
      </w:pPr>
      <w:r w:rsidRPr="00DE2840">
        <w:rPr>
          <w:rFonts w:ascii="Times New Roman" w:hAnsi="Times New Roman"/>
          <w:color w:val="0000FF"/>
        </w:rPr>
        <w:t>[Facility Name]</w:t>
      </w:r>
    </w:p>
    <w:p w14:paraId="44EF31AC" w14:textId="77777777" w:rsidR="00DE2840" w:rsidRPr="00DE2840" w:rsidRDefault="00DE2840" w:rsidP="00DE2840">
      <w:pPr>
        <w:ind w:left="720"/>
        <w:rPr>
          <w:rFonts w:ascii="Times New Roman" w:hAnsi="Times New Roman"/>
        </w:rPr>
      </w:pPr>
      <w:r w:rsidRPr="00DE2840">
        <w:rPr>
          <w:rFonts w:ascii="Times New Roman" w:hAnsi="Times New Roman"/>
          <w:color w:val="0000FF"/>
        </w:rPr>
        <w:t>[Facility Street Address]</w:t>
      </w:r>
    </w:p>
    <w:p w14:paraId="27517292" w14:textId="77777777" w:rsidR="00DE2840" w:rsidRPr="00DE2840" w:rsidRDefault="00DE2840" w:rsidP="00DE2840">
      <w:pPr>
        <w:ind w:left="720"/>
        <w:rPr>
          <w:rFonts w:ascii="Times New Roman" w:hAnsi="Times New Roman"/>
        </w:rPr>
      </w:pPr>
      <w:r w:rsidRPr="00DE2840">
        <w:rPr>
          <w:rFonts w:ascii="Times New Roman" w:hAnsi="Times New Roman"/>
          <w:color w:val="0000FF"/>
        </w:rPr>
        <w:t>[City, State  Zip Code]</w:t>
      </w:r>
    </w:p>
    <w:p w14:paraId="7AA511C5" w14:textId="77777777" w:rsidR="00DE2840" w:rsidRDefault="00DE2840" w:rsidP="00DE2840">
      <w:pPr>
        <w:ind w:left="720"/>
        <w:rPr>
          <w:rFonts w:ascii="Times New Roman" w:hAnsi="Times New Roman"/>
          <w:color w:val="0000FF"/>
        </w:rPr>
      </w:pPr>
      <w:r w:rsidRPr="00DE2840">
        <w:rPr>
          <w:rFonts w:ascii="Times New Roman" w:hAnsi="Times New Roman"/>
        </w:rPr>
        <w:t xml:space="preserve">FDEP Facility ID# </w:t>
      </w:r>
      <w:r w:rsidRPr="00DE2840">
        <w:rPr>
          <w:rFonts w:ascii="Times New Roman" w:hAnsi="Times New Roman"/>
          <w:color w:val="0000FF"/>
        </w:rPr>
        <w:t>[</w:t>
      </w:r>
      <w:proofErr w:type="spellStart"/>
      <w:r w:rsidRPr="00DE2840">
        <w:rPr>
          <w:rFonts w:ascii="Times New Roman" w:hAnsi="Times New Roman"/>
          <w:color w:val="0000FF"/>
        </w:rPr>
        <w:t>xxxxxxxxx</w:t>
      </w:r>
      <w:proofErr w:type="spellEnd"/>
      <w:r w:rsidRPr="00DE2840">
        <w:rPr>
          <w:rFonts w:ascii="Times New Roman" w:hAnsi="Times New Roman"/>
          <w:color w:val="0000FF"/>
        </w:rPr>
        <w:t>]</w:t>
      </w:r>
    </w:p>
    <w:p w14:paraId="29A79E64" w14:textId="77777777" w:rsidR="00A83114" w:rsidRPr="00DE2840" w:rsidRDefault="00A83114" w:rsidP="00DE2840">
      <w:pPr>
        <w:ind w:left="72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Discharge Date(s): </w:t>
      </w:r>
    </w:p>
    <w:p w14:paraId="1E74247E" w14:textId="77777777" w:rsidR="00DE2840" w:rsidRPr="00DE2840" w:rsidRDefault="00DE2840" w:rsidP="00DE2840">
      <w:pPr>
        <w:rPr>
          <w:rFonts w:ascii="Times New Roman" w:hAnsi="Times New Roman"/>
        </w:rPr>
      </w:pPr>
    </w:p>
    <w:p w14:paraId="68A8B828" w14:textId="77777777" w:rsidR="00DE2840" w:rsidRPr="00DE2840" w:rsidRDefault="00DE2840" w:rsidP="00DE2840">
      <w:pPr>
        <w:rPr>
          <w:rFonts w:ascii="Times New Roman" w:hAnsi="Times New Roman"/>
        </w:rPr>
      </w:pPr>
      <w:r w:rsidRPr="00DE2840">
        <w:rPr>
          <w:rFonts w:ascii="Times New Roman" w:hAnsi="Times New Roman"/>
        </w:rPr>
        <w:t xml:space="preserve">Attached is a copy of the Florida Department of Environmental Protection’s (FDEP’s) tax exempt certificate.  Please provide electric service equipment at your earliest convenience.  </w:t>
      </w:r>
    </w:p>
    <w:p w14:paraId="2BADD430" w14:textId="77777777" w:rsidR="00DE2840" w:rsidRPr="00DE2840" w:rsidRDefault="00DE2840" w:rsidP="00DE2840">
      <w:pPr>
        <w:rPr>
          <w:rFonts w:ascii="Times New Roman" w:hAnsi="Times New Roman"/>
        </w:rPr>
      </w:pPr>
      <w:r w:rsidRPr="00DE2840">
        <w:rPr>
          <w:rFonts w:ascii="Times New Roman" w:hAnsi="Times New Roman"/>
        </w:rPr>
        <w:br w:type="page"/>
      </w:r>
      <w:r w:rsidRPr="00DE2840">
        <w:rPr>
          <w:rFonts w:ascii="Times New Roman" w:hAnsi="Times New Roman"/>
        </w:rPr>
        <w:lastRenderedPageBreak/>
        <w:t xml:space="preserve">If you require additional information concerning this account, please contact me at </w:t>
      </w:r>
      <w:r w:rsidR="0016306A" w:rsidRPr="007F79EE">
        <w:rPr>
          <w:rFonts w:ascii="Times New Roman" w:hAnsi="Times New Roman"/>
          <w:color w:val="0000FF"/>
        </w:rPr>
        <w:t>[</w:t>
      </w:r>
      <w:r w:rsidR="0016306A">
        <w:rPr>
          <w:rFonts w:ascii="Times New Roman" w:hAnsi="Times New Roman"/>
          <w:color w:val="000000" w:themeColor="text1"/>
        </w:rPr>
        <w:t>(</w:t>
      </w:r>
      <w:r w:rsidR="0016306A" w:rsidRPr="007F79EE">
        <w:rPr>
          <w:rFonts w:ascii="Times New Roman" w:hAnsi="Times New Roman"/>
          <w:color w:val="0000FF"/>
        </w:rPr>
        <w:t>xxx</w:t>
      </w:r>
      <w:r w:rsidR="0016306A">
        <w:rPr>
          <w:rFonts w:ascii="Times New Roman" w:hAnsi="Times New Roman"/>
          <w:color w:val="000000" w:themeColor="text1"/>
        </w:rPr>
        <w:t>)</w:t>
      </w:r>
      <w:r w:rsidR="0016306A" w:rsidRPr="007F79EE">
        <w:rPr>
          <w:rFonts w:ascii="Times New Roman" w:hAnsi="Times New Roman"/>
          <w:color w:val="0000FF"/>
        </w:rPr>
        <w:t xml:space="preserve"> xxx</w:t>
      </w:r>
      <w:r w:rsidR="0016306A" w:rsidRPr="007F79EE">
        <w:rPr>
          <w:rFonts w:ascii="Times New Roman" w:hAnsi="Times New Roman"/>
        </w:rPr>
        <w:noBreakHyphen/>
      </w:r>
      <w:proofErr w:type="spellStart"/>
      <w:r w:rsidR="0016306A" w:rsidRPr="007F79EE">
        <w:rPr>
          <w:rFonts w:ascii="Times New Roman" w:hAnsi="Times New Roman"/>
          <w:color w:val="0000FF"/>
        </w:rPr>
        <w:t>xxxx</w:t>
      </w:r>
      <w:proofErr w:type="spellEnd"/>
      <w:r w:rsidR="0016306A" w:rsidRPr="007F79EE">
        <w:rPr>
          <w:rFonts w:ascii="Times New Roman" w:hAnsi="Times New Roman"/>
          <w:color w:val="0000FF"/>
        </w:rPr>
        <w:t>]</w:t>
      </w:r>
      <w:r w:rsidRPr="00DE2840">
        <w:rPr>
          <w:rFonts w:ascii="Times New Roman" w:hAnsi="Times New Roman"/>
          <w:color w:val="0000FF"/>
        </w:rPr>
        <w:t>.</w:t>
      </w:r>
    </w:p>
    <w:p w14:paraId="46B2005E" w14:textId="77777777" w:rsidR="00DE2840" w:rsidRPr="00DE2840" w:rsidRDefault="00DE2840" w:rsidP="00DE2840">
      <w:pPr>
        <w:rPr>
          <w:rFonts w:ascii="Times New Roman" w:hAnsi="Times New Roman"/>
        </w:rPr>
      </w:pPr>
    </w:p>
    <w:p w14:paraId="35C4E234" w14:textId="77777777" w:rsidR="00DE2840" w:rsidRPr="00DE2840" w:rsidRDefault="00DE2840" w:rsidP="00DE2840">
      <w:pPr>
        <w:rPr>
          <w:rFonts w:ascii="Times New Roman" w:hAnsi="Times New Roman"/>
        </w:rPr>
      </w:pPr>
      <w:r w:rsidRPr="00DE2840">
        <w:rPr>
          <w:rFonts w:ascii="Times New Roman" w:hAnsi="Times New Roman"/>
        </w:rPr>
        <w:t>Sincerely,</w:t>
      </w:r>
    </w:p>
    <w:p w14:paraId="5D26A660" w14:textId="77777777" w:rsidR="00DE2840" w:rsidRPr="00DE2840" w:rsidRDefault="00DE2840" w:rsidP="00DE2840">
      <w:pPr>
        <w:rPr>
          <w:rFonts w:ascii="Times New Roman" w:hAnsi="Times New Roman"/>
        </w:rPr>
      </w:pPr>
    </w:p>
    <w:p w14:paraId="2EC9A7A3" w14:textId="77777777" w:rsidR="00DE2840" w:rsidRPr="00DE2840" w:rsidRDefault="00DE2840" w:rsidP="00DE2840">
      <w:pPr>
        <w:rPr>
          <w:rFonts w:ascii="Times New Roman" w:hAnsi="Times New Roman"/>
        </w:rPr>
      </w:pPr>
    </w:p>
    <w:p w14:paraId="0930EE3C" w14:textId="77777777" w:rsidR="00DE2840" w:rsidRPr="00DE2840" w:rsidRDefault="00DE2840" w:rsidP="00DE2840">
      <w:pPr>
        <w:rPr>
          <w:rFonts w:ascii="Times New Roman" w:hAnsi="Times New Roman"/>
        </w:rPr>
      </w:pPr>
    </w:p>
    <w:p w14:paraId="35303B5B" w14:textId="77777777" w:rsidR="00DE2840" w:rsidRPr="00DE2840" w:rsidRDefault="00DE2840" w:rsidP="00DE2840">
      <w:pPr>
        <w:rPr>
          <w:rFonts w:ascii="Times New Roman" w:hAnsi="Times New Roman"/>
        </w:rPr>
      </w:pPr>
      <w:r w:rsidRPr="00DE2840">
        <w:rPr>
          <w:rFonts w:ascii="Times New Roman" w:hAnsi="Times New Roman"/>
          <w:color w:val="0000FF"/>
        </w:rPr>
        <w:t>[Site Manager’s Name]</w:t>
      </w:r>
    </w:p>
    <w:p w14:paraId="1661D772" w14:textId="77777777" w:rsidR="0016306A" w:rsidRPr="007F79EE" w:rsidRDefault="0016306A" w:rsidP="0016306A">
      <w:pPr>
        <w:rPr>
          <w:rFonts w:ascii="Times New Roman" w:hAnsi="Times New Roman"/>
        </w:rPr>
      </w:pPr>
      <w:r w:rsidRPr="007F79EE">
        <w:rPr>
          <w:rFonts w:ascii="Times New Roman" w:hAnsi="Times New Roman"/>
          <w:color w:val="0000FF"/>
        </w:rPr>
        <w:t>[Sit</w:t>
      </w:r>
      <w:r w:rsidRPr="007F79EE">
        <w:rPr>
          <w:rFonts w:ascii="Times New Roman" w:hAnsi="Times New Roman"/>
          <w:b/>
          <w:color w:val="0000FF"/>
        </w:rPr>
        <w:t>e</w:t>
      </w:r>
      <w:r w:rsidRPr="007F79EE">
        <w:rPr>
          <w:rFonts w:ascii="Times New Roman" w:hAnsi="Times New Roman"/>
          <w:color w:val="0000FF"/>
        </w:rPr>
        <w:t xml:space="preserve"> Manager’s Title]</w:t>
      </w:r>
    </w:p>
    <w:p w14:paraId="4292EB88" w14:textId="77777777" w:rsidR="0016306A" w:rsidRPr="007F79EE" w:rsidRDefault="0016306A" w:rsidP="0016306A">
      <w:pPr>
        <w:tabs>
          <w:tab w:val="left" w:pos="4320"/>
        </w:tabs>
        <w:rPr>
          <w:rFonts w:ascii="Times New Roman" w:hAnsi="Times New Roman"/>
          <w:color w:val="0000FF"/>
          <w:szCs w:val="22"/>
        </w:rPr>
      </w:pPr>
      <w:r w:rsidRPr="007F79EE">
        <w:rPr>
          <w:rFonts w:ascii="Times New Roman" w:hAnsi="Times New Roman"/>
          <w:color w:val="0000FF"/>
          <w:szCs w:val="22"/>
        </w:rPr>
        <w:t>[Name of County Program]</w:t>
      </w:r>
    </w:p>
    <w:p w14:paraId="1962A650" w14:textId="77777777" w:rsidR="0016306A" w:rsidRPr="007F79EE" w:rsidRDefault="0016306A" w:rsidP="0016306A">
      <w:pPr>
        <w:rPr>
          <w:rFonts w:ascii="Times New Roman" w:hAnsi="Times New Roman"/>
        </w:rPr>
      </w:pPr>
      <w:r w:rsidRPr="007F79EE">
        <w:rPr>
          <w:rFonts w:ascii="Times New Roman" w:hAnsi="Times New Roman"/>
          <w:color w:val="0000FF"/>
          <w:szCs w:val="22"/>
        </w:rPr>
        <w:t>[e-mail address]</w:t>
      </w:r>
    </w:p>
    <w:p w14:paraId="7892FFBC" w14:textId="77777777" w:rsidR="00DE2840" w:rsidRPr="00DE2840" w:rsidRDefault="00DE2840" w:rsidP="00DE2840">
      <w:pPr>
        <w:rPr>
          <w:rFonts w:ascii="Times New Roman" w:hAnsi="Times New Roman"/>
        </w:rPr>
      </w:pPr>
    </w:p>
    <w:p w14:paraId="3A69C3BC" w14:textId="77777777" w:rsidR="002E78B3" w:rsidRDefault="002E78B3" w:rsidP="002E78B3">
      <w:pPr>
        <w:rPr>
          <w:rFonts w:ascii="Times New Roman" w:hAnsi="Times New Roman"/>
        </w:rPr>
      </w:pPr>
      <w:r>
        <w:rPr>
          <w:rFonts w:ascii="Times New Roman" w:hAnsi="Times New Roman"/>
        </w:rPr>
        <w:t>/</w:t>
      </w:r>
      <w:r>
        <w:rPr>
          <w:rFonts w:ascii="Times New Roman" w:hAnsi="Times New Roman"/>
          <w:color w:val="0000FF"/>
        </w:rPr>
        <w:t xml:space="preserve">[site manager’s initials </w:t>
      </w:r>
      <w:r>
        <w:rPr>
          <w:rFonts w:ascii="Times New Roman" w:hAnsi="Times New Roman"/>
          <w:color w:val="800080"/>
        </w:rPr>
        <w:t>(lower case)</w:t>
      </w:r>
      <w:r>
        <w:rPr>
          <w:rFonts w:ascii="Times New Roman" w:hAnsi="Times New Roman"/>
          <w:color w:val="0000FF"/>
        </w:rPr>
        <w:t>]</w:t>
      </w:r>
    </w:p>
    <w:p w14:paraId="0686E7A1" w14:textId="77777777" w:rsidR="002E78B3" w:rsidRDefault="002E78B3" w:rsidP="00DE2840">
      <w:pPr>
        <w:rPr>
          <w:rFonts w:ascii="Times New Roman" w:hAnsi="Times New Roman"/>
        </w:rPr>
      </w:pPr>
    </w:p>
    <w:p w14:paraId="0070C749" w14:textId="77777777" w:rsidR="00DE2840" w:rsidRPr="00DE2840" w:rsidRDefault="00DE2840" w:rsidP="00DE2840">
      <w:pPr>
        <w:rPr>
          <w:rFonts w:ascii="Times New Roman" w:hAnsi="Times New Roman"/>
        </w:rPr>
      </w:pPr>
      <w:r w:rsidRPr="00DE2840">
        <w:rPr>
          <w:rFonts w:ascii="Times New Roman" w:hAnsi="Times New Roman"/>
        </w:rPr>
        <w:t>Enclosure (tax exempt certificate)</w:t>
      </w:r>
    </w:p>
    <w:p w14:paraId="0199ED0D" w14:textId="77777777" w:rsidR="00DE2840" w:rsidRPr="00DE2840" w:rsidRDefault="00DE2840" w:rsidP="00DE2840">
      <w:pPr>
        <w:tabs>
          <w:tab w:val="left" w:pos="540"/>
        </w:tabs>
        <w:ind w:left="810" w:hanging="810"/>
        <w:rPr>
          <w:rFonts w:ascii="Times New Roman" w:hAnsi="Times New Roman"/>
        </w:rPr>
      </w:pPr>
    </w:p>
    <w:p w14:paraId="0927C1AD" w14:textId="77777777" w:rsidR="002E78B3" w:rsidRPr="008669EB" w:rsidRDefault="00DE2840" w:rsidP="002E78B3">
      <w:pPr>
        <w:tabs>
          <w:tab w:val="left" w:pos="540"/>
        </w:tabs>
        <w:ind w:left="810" w:hanging="810"/>
        <w:rPr>
          <w:rFonts w:ascii="Times New Roman" w:hAnsi="Times New Roman"/>
        </w:rPr>
      </w:pPr>
      <w:r w:rsidRPr="00DE2840">
        <w:rPr>
          <w:rFonts w:ascii="Times New Roman" w:hAnsi="Times New Roman"/>
        </w:rPr>
        <w:t>cc:</w:t>
      </w:r>
      <w:r w:rsidRPr="00DE2840">
        <w:rPr>
          <w:rFonts w:ascii="Times New Roman" w:hAnsi="Times New Roman"/>
        </w:rPr>
        <w:tab/>
      </w:r>
      <w:r w:rsidR="002E78B3">
        <w:rPr>
          <w:rFonts w:ascii="Times New Roman" w:hAnsi="Times New Roman"/>
          <w:color w:val="800080"/>
        </w:rPr>
        <w:t xml:space="preserve">(if e-mail address is not available) </w:t>
      </w:r>
      <w:r w:rsidR="002E78B3" w:rsidRPr="008669EB">
        <w:rPr>
          <w:rFonts w:ascii="Times New Roman" w:hAnsi="Times New Roman"/>
          <w:color w:val="0000FF"/>
        </w:rPr>
        <w:t xml:space="preserve">[Property Owner’s Name, </w:t>
      </w:r>
      <w:r w:rsidR="002E78B3" w:rsidRPr="008669EB">
        <w:rPr>
          <w:rFonts w:ascii="Times New Roman" w:hAnsi="Times New Roman" w:cs="Arial"/>
          <w:color w:val="800080"/>
        </w:rPr>
        <w:t>(if applicable)</w:t>
      </w:r>
      <w:r w:rsidR="002E78B3" w:rsidRPr="008669EB">
        <w:rPr>
          <w:rFonts w:ascii="Times New Roman" w:hAnsi="Times New Roman"/>
          <w:color w:val="0000FF"/>
        </w:rPr>
        <w:t xml:space="preserve">Property Owner’s </w:t>
      </w:r>
      <w:r w:rsidR="002E78B3" w:rsidRPr="008669EB">
        <w:rPr>
          <w:rFonts w:ascii="Times New Roman" w:hAnsi="Times New Roman" w:cs="Arial"/>
          <w:color w:val="0000FF"/>
        </w:rPr>
        <w:t>Company, Address, City, State  Zip Code</w:t>
      </w:r>
      <w:r w:rsidR="002E78B3" w:rsidRPr="008669EB">
        <w:rPr>
          <w:rFonts w:ascii="Times New Roman" w:hAnsi="Times New Roman"/>
          <w:color w:val="0000FF"/>
        </w:rPr>
        <w:t>]</w:t>
      </w:r>
    </w:p>
    <w:p w14:paraId="553DC06E" w14:textId="77777777" w:rsidR="002E78B3" w:rsidRPr="00E77F25" w:rsidRDefault="002E78B3" w:rsidP="002E78B3">
      <w:pPr>
        <w:ind w:left="810" w:hanging="270"/>
        <w:rPr>
          <w:rFonts w:ascii="Times New Roman" w:hAnsi="Times New Roman"/>
        </w:rPr>
      </w:pPr>
      <w:r>
        <w:rPr>
          <w:rFonts w:ascii="Times New Roman" w:hAnsi="Times New Roman"/>
          <w:color w:val="800080"/>
        </w:rPr>
        <w:t xml:space="preserve">(if e-mail address is not available) </w:t>
      </w:r>
      <w:r w:rsidRPr="00E77F25">
        <w:rPr>
          <w:rFonts w:ascii="Times New Roman" w:hAnsi="Times New Roman"/>
          <w:color w:val="800080"/>
        </w:rPr>
        <w:t>(only include if the RP is not the current property owner)</w:t>
      </w:r>
      <w:r w:rsidRPr="00E77F25">
        <w:rPr>
          <w:rFonts w:ascii="Times New Roman" w:hAnsi="Times New Roman"/>
          <w:color w:val="0000FF"/>
        </w:rPr>
        <w:t xml:space="preserve">[Responsible Party’s Name, </w:t>
      </w:r>
      <w:r w:rsidRPr="00E77F25">
        <w:rPr>
          <w:rFonts w:ascii="Times New Roman" w:hAnsi="Times New Roman"/>
          <w:color w:val="800080"/>
        </w:rPr>
        <w:t>(if applicable)</w:t>
      </w:r>
      <w:r w:rsidRPr="00E77F25">
        <w:rPr>
          <w:rFonts w:ascii="Times New Roman" w:hAnsi="Times New Roman"/>
          <w:color w:val="0000FF"/>
        </w:rPr>
        <w:t>Responsible Party’s Company, Address, City, State  Zip Code]</w:t>
      </w:r>
    </w:p>
    <w:p w14:paraId="3D0C1E77" w14:textId="77777777" w:rsidR="00DE2840" w:rsidRPr="00DE2840" w:rsidRDefault="002E78B3" w:rsidP="00DE2840">
      <w:pPr>
        <w:tabs>
          <w:tab w:val="left" w:pos="540"/>
        </w:tabs>
        <w:ind w:left="810" w:hanging="810"/>
        <w:rPr>
          <w:rFonts w:ascii="Times New Roman" w:hAnsi="Times New Roman"/>
        </w:rPr>
      </w:pPr>
      <w:r w:rsidRPr="00DE2840">
        <w:rPr>
          <w:rFonts w:ascii="Times New Roman" w:hAnsi="Times New Roman"/>
          <w:color w:val="0000FF"/>
        </w:rPr>
        <w:t xml:space="preserve"> </w:t>
      </w:r>
      <w:r>
        <w:rPr>
          <w:rFonts w:ascii="Times New Roman" w:hAnsi="Times New Roman"/>
          <w:color w:val="0000FF"/>
        </w:rPr>
        <w:tab/>
      </w:r>
    </w:p>
    <w:p w14:paraId="14F9882F" w14:textId="77777777" w:rsidR="002E78B3" w:rsidRDefault="00DE2840" w:rsidP="002E78B3">
      <w:pPr>
        <w:tabs>
          <w:tab w:val="left" w:pos="540"/>
        </w:tabs>
        <w:ind w:left="810" w:hanging="810"/>
        <w:rPr>
          <w:rFonts w:ascii="Times New Roman" w:hAnsi="Times New Roman"/>
          <w:color w:val="0000FF"/>
        </w:rPr>
      </w:pPr>
      <w:proofErr w:type="spellStart"/>
      <w:r w:rsidRPr="00DE2840">
        <w:rPr>
          <w:rFonts w:ascii="Times New Roman" w:hAnsi="Times New Roman"/>
        </w:rPr>
        <w:t>ec</w:t>
      </w:r>
      <w:proofErr w:type="spellEnd"/>
      <w:r w:rsidRPr="00DE2840">
        <w:rPr>
          <w:rFonts w:ascii="Times New Roman" w:hAnsi="Times New Roman"/>
        </w:rPr>
        <w:t>:</w:t>
      </w:r>
      <w:r w:rsidRPr="00DE2840">
        <w:rPr>
          <w:rFonts w:ascii="Times New Roman" w:hAnsi="Times New Roman"/>
        </w:rPr>
        <w:tab/>
      </w:r>
      <w:r w:rsidR="002E78B3">
        <w:rPr>
          <w:rFonts w:ascii="Times New Roman" w:hAnsi="Times New Roman"/>
          <w:color w:val="800080"/>
        </w:rPr>
        <w:t xml:space="preserve">(if e-mail address is available) </w:t>
      </w:r>
      <w:r w:rsidR="002E78B3" w:rsidRPr="00E77F25">
        <w:rPr>
          <w:rFonts w:ascii="Times New Roman" w:hAnsi="Times New Roman"/>
          <w:color w:val="0000FF"/>
        </w:rPr>
        <w:t>[Property Owner’s Name</w:t>
      </w:r>
      <w:r w:rsidR="002E78B3">
        <w:rPr>
          <w:rFonts w:ascii="Times New Roman" w:hAnsi="Times New Roman"/>
          <w:color w:val="0000FF"/>
        </w:rPr>
        <w:t xml:space="preserve">, </w:t>
      </w:r>
      <w:r w:rsidR="002E78B3" w:rsidRPr="00E77F25">
        <w:rPr>
          <w:rFonts w:ascii="Times New Roman" w:hAnsi="Times New Roman"/>
          <w:color w:val="800080"/>
        </w:rPr>
        <w:t>(if applicable)</w:t>
      </w:r>
      <w:r w:rsidR="002E78B3" w:rsidRPr="00E77F25">
        <w:rPr>
          <w:rFonts w:ascii="Times New Roman" w:hAnsi="Times New Roman"/>
          <w:color w:val="0000FF"/>
        </w:rPr>
        <w:t>Property Owner’s Company</w:t>
      </w:r>
      <w:r w:rsidR="002E78B3">
        <w:rPr>
          <w:rFonts w:ascii="Times New Roman" w:hAnsi="Times New Roman"/>
          <w:color w:val="0000FF"/>
        </w:rPr>
        <w:t xml:space="preserve"> – e-mail address]</w:t>
      </w:r>
    </w:p>
    <w:p w14:paraId="43EA3B74" w14:textId="77777777" w:rsidR="002E78B3" w:rsidRDefault="002E78B3" w:rsidP="002E78B3">
      <w:pPr>
        <w:tabs>
          <w:tab w:val="left" w:pos="540"/>
        </w:tabs>
        <w:ind w:left="810" w:hanging="810"/>
        <w:rPr>
          <w:rFonts w:ascii="Times New Roman" w:hAnsi="Times New Roman"/>
        </w:rPr>
      </w:pPr>
      <w:r>
        <w:rPr>
          <w:rFonts w:ascii="Times New Roman" w:hAnsi="Times New Roman"/>
          <w:color w:val="0000FF"/>
        </w:rPr>
        <w:tab/>
      </w:r>
      <w:r>
        <w:rPr>
          <w:rFonts w:ascii="Times New Roman" w:hAnsi="Times New Roman"/>
          <w:color w:val="800080"/>
        </w:rPr>
        <w:t xml:space="preserve">(if e-mail address is available) </w:t>
      </w:r>
      <w:r w:rsidRPr="00E77F25">
        <w:rPr>
          <w:rFonts w:ascii="Times New Roman" w:hAnsi="Times New Roman"/>
          <w:color w:val="800080"/>
        </w:rPr>
        <w:t>(only include if the RP is not the current property owner)</w:t>
      </w:r>
      <w:r w:rsidRPr="00E77F25">
        <w:rPr>
          <w:rFonts w:ascii="Times New Roman" w:hAnsi="Times New Roman"/>
          <w:color w:val="0000FF"/>
        </w:rPr>
        <w:t xml:space="preserve">[Responsible Party’s Name, </w:t>
      </w:r>
      <w:r w:rsidRPr="00E77F25">
        <w:rPr>
          <w:rFonts w:ascii="Times New Roman" w:hAnsi="Times New Roman"/>
          <w:color w:val="800080"/>
        </w:rPr>
        <w:t>(if applicable)</w:t>
      </w:r>
      <w:r w:rsidRPr="00E77F25">
        <w:rPr>
          <w:rFonts w:ascii="Times New Roman" w:hAnsi="Times New Roman"/>
          <w:color w:val="0000FF"/>
        </w:rPr>
        <w:t>Responsible Party’s Company</w:t>
      </w:r>
      <w:r>
        <w:rPr>
          <w:rFonts w:ascii="Times New Roman" w:hAnsi="Times New Roman"/>
          <w:color w:val="0000FF"/>
        </w:rPr>
        <w:t>– e-mail address]</w:t>
      </w:r>
    </w:p>
    <w:p w14:paraId="0BF7BCD1" w14:textId="77777777" w:rsidR="00DE2840" w:rsidRPr="00DE2840" w:rsidRDefault="002E78B3" w:rsidP="002E78B3">
      <w:pPr>
        <w:tabs>
          <w:tab w:val="left" w:pos="540"/>
        </w:tabs>
        <w:ind w:left="810" w:hanging="810"/>
        <w:rPr>
          <w:rFonts w:ascii="Times New Roman" w:hAnsi="Times New Roman"/>
        </w:rPr>
      </w:pPr>
      <w:r w:rsidRPr="00DE2840">
        <w:rPr>
          <w:rFonts w:ascii="Times New Roman" w:hAnsi="Times New Roman"/>
          <w:color w:val="0000FF"/>
        </w:rPr>
        <w:t xml:space="preserve"> </w:t>
      </w:r>
      <w:r>
        <w:rPr>
          <w:rFonts w:ascii="Times New Roman" w:hAnsi="Times New Roman"/>
          <w:color w:val="0000FF"/>
        </w:rPr>
        <w:tab/>
      </w:r>
      <w:r w:rsidR="00DE2840" w:rsidRPr="00DE2840">
        <w:rPr>
          <w:rFonts w:ascii="Times New Roman" w:hAnsi="Times New Roman"/>
          <w:color w:val="0000FF"/>
        </w:rPr>
        <w:t>[Consultant’s Name, Consultant’s Company</w:t>
      </w:r>
      <w:r w:rsidR="00DE2840" w:rsidRPr="00DE2840">
        <w:rPr>
          <w:rFonts w:ascii="Times New Roman" w:hAnsi="Times New Roman"/>
        </w:rPr>
        <w:t xml:space="preserve"> – </w:t>
      </w:r>
      <w:r w:rsidR="00DE2840" w:rsidRPr="00DE2840">
        <w:rPr>
          <w:rFonts w:ascii="Times New Roman" w:hAnsi="Times New Roman"/>
          <w:color w:val="0000FF"/>
        </w:rPr>
        <w:t>e-mail address]</w:t>
      </w:r>
    </w:p>
    <w:p w14:paraId="3A135214" w14:textId="77777777" w:rsidR="00DE2840" w:rsidRDefault="00A83114" w:rsidP="00DE2840">
      <w:pPr>
        <w:ind w:left="810" w:hanging="270"/>
        <w:rPr>
          <w:rStyle w:val="Hyperlink"/>
          <w:rFonts w:ascii="Times New Roman" w:hAnsi="Times New Roman"/>
        </w:rPr>
      </w:pPr>
      <w:r>
        <w:rPr>
          <w:rFonts w:ascii="Times New Roman" w:hAnsi="Times New Roman"/>
        </w:rPr>
        <w:t xml:space="preserve">PRP Accounting – </w:t>
      </w:r>
      <w:hyperlink r:id="rId7" w:history="1">
        <w:r w:rsidRPr="002F3DB9">
          <w:rPr>
            <w:rStyle w:val="Hyperlink"/>
            <w:rFonts w:ascii="Times New Roman" w:hAnsi="Times New Roman"/>
          </w:rPr>
          <w:t>PRP_Accounting@floridadep.gov</w:t>
        </w:r>
      </w:hyperlink>
    </w:p>
    <w:p w14:paraId="12408CEE" w14:textId="7A13DCE2" w:rsidR="0065307A" w:rsidRPr="0065307A" w:rsidRDefault="0065307A" w:rsidP="00DE2840">
      <w:pPr>
        <w:ind w:left="810" w:hanging="270"/>
        <w:rPr>
          <w:rFonts w:ascii="Times New Roman" w:hAnsi="Times New Roman" w:cs="Arial"/>
          <w:color w:val="548DD4" w:themeColor="text2" w:themeTint="99"/>
        </w:rPr>
      </w:pPr>
      <w:r w:rsidRPr="0065307A">
        <w:rPr>
          <w:rFonts w:ascii="Times New Roman" w:hAnsi="Times New Roman" w:cs="Arial"/>
          <w:color w:val="548DD4" w:themeColor="text2" w:themeTint="99"/>
        </w:rPr>
        <w:t>[PRP County Contact Name – e-mail address]</w:t>
      </w:r>
    </w:p>
    <w:p w14:paraId="516B3AC3" w14:textId="77777777" w:rsidR="00DE2840" w:rsidRPr="00DE2840" w:rsidRDefault="00DE2840" w:rsidP="00DE2840">
      <w:pPr>
        <w:ind w:left="810" w:hanging="270"/>
        <w:rPr>
          <w:rFonts w:ascii="Times New Roman" w:hAnsi="Times New Roman"/>
        </w:rPr>
      </w:pPr>
      <w:r w:rsidRPr="00DE2840">
        <w:rPr>
          <w:rFonts w:ascii="Times New Roman" w:hAnsi="Times New Roman" w:cs="Arial"/>
        </w:rPr>
        <w:t>File</w:t>
      </w:r>
    </w:p>
    <w:p w14:paraId="19BA1C70" w14:textId="77777777" w:rsidR="000D6B48" w:rsidRPr="00453CB7" w:rsidRDefault="000D6B48" w:rsidP="00DE1AE1">
      <w:pPr>
        <w:ind w:left="-720" w:right="-720"/>
        <w:jc w:val="both"/>
        <w:rPr>
          <w:rFonts w:ascii="Times New Roman" w:hAnsi="Times New Roman"/>
        </w:rPr>
      </w:pPr>
    </w:p>
    <w:sectPr w:rsidR="000D6B48" w:rsidRPr="00453CB7" w:rsidSect="002446E3">
      <w:headerReference w:type="default" r:id="rId8"/>
      <w:footerReference w:type="default" r:id="rId9"/>
      <w:headerReference w:type="first" r:id="rId10"/>
      <w:footerReference w:type="first" r:id="rId11"/>
      <w:pgSz w:w="12240" w:h="15840" w:code="1"/>
      <w:pgMar w:top="1440" w:right="1440" w:bottom="1440" w:left="1440" w:header="576" w:footer="43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041307" w14:textId="77777777" w:rsidR="008D7E8D" w:rsidRDefault="008D7E8D">
      <w:r>
        <w:separator/>
      </w:r>
    </w:p>
  </w:endnote>
  <w:endnote w:type="continuationSeparator" w:id="0">
    <w:p w14:paraId="0341AB6C" w14:textId="77777777" w:rsidR="008D7E8D" w:rsidRDefault="008D7E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kerSignet">
    <w:altName w:val="Courier New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FFE8FB" w14:textId="027E8A90" w:rsidR="003140CA" w:rsidRDefault="0016306A" w:rsidP="0016306A">
    <w:pPr>
      <w:pStyle w:val="Footer"/>
      <w:jc w:val="right"/>
      <w:rPr>
        <w:rFonts w:ascii="Times New Roman" w:hAnsi="Times New Roman"/>
        <w:color w:val="000000" w:themeColor="text1"/>
        <w:sz w:val="16"/>
        <w:szCs w:val="16"/>
      </w:rPr>
    </w:pPr>
    <w:r>
      <w:rPr>
        <w:rFonts w:ascii="Times New Roman" w:hAnsi="Times New Roman"/>
        <w:color w:val="000000" w:themeColor="text1"/>
        <w:sz w:val="16"/>
        <w:szCs w:val="16"/>
      </w:rPr>
      <w:fldChar w:fldCharType="begin"/>
    </w:r>
    <w:r>
      <w:rPr>
        <w:rFonts w:ascii="Times New Roman" w:hAnsi="Times New Roman"/>
        <w:color w:val="000000" w:themeColor="text1"/>
        <w:sz w:val="16"/>
        <w:szCs w:val="16"/>
      </w:rPr>
      <w:instrText xml:space="preserve"> FILENAME   \* MERGEFORMAT </w:instrText>
    </w:r>
    <w:r>
      <w:rPr>
        <w:rFonts w:ascii="Times New Roman" w:hAnsi="Times New Roman"/>
        <w:color w:val="000000" w:themeColor="text1"/>
        <w:sz w:val="16"/>
        <w:szCs w:val="16"/>
      </w:rPr>
      <w:fldChar w:fldCharType="separate"/>
    </w:r>
    <w:r w:rsidR="008D1CD3">
      <w:rPr>
        <w:rFonts w:ascii="Times New Roman" w:hAnsi="Times New Roman"/>
        <w:noProof/>
        <w:color w:val="000000" w:themeColor="text1"/>
        <w:sz w:val="16"/>
        <w:szCs w:val="16"/>
      </w:rPr>
      <w:t>LP UtilityAccountEstablishment 080818</w:t>
    </w:r>
    <w:r>
      <w:rPr>
        <w:rFonts w:ascii="Times New Roman" w:hAnsi="Times New Roman"/>
        <w:color w:val="000000" w:themeColor="text1"/>
        <w:sz w:val="16"/>
        <w:szCs w:val="16"/>
      </w:rPr>
      <w:fldChar w:fldCharType="end"/>
    </w:r>
  </w:p>
  <w:p w14:paraId="2399E77C" w14:textId="77777777" w:rsidR="0016306A" w:rsidRPr="0016306A" w:rsidRDefault="0016306A" w:rsidP="001630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EE98B4" w14:textId="77777777" w:rsidR="002058EC" w:rsidRDefault="002058EC" w:rsidP="00410504">
    <w:pPr>
      <w:pStyle w:val="Footer"/>
      <w:rPr>
        <w:rStyle w:val="Hyperlink"/>
        <w:rFonts w:ascii="Times New Roman" w:hAnsi="Times New Roman"/>
        <w:i/>
        <w:sz w:val="20"/>
        <w:szCs w:val="20"/>
      </w:rPr>
    </w:pPr>
  </w:p>
  <w:p w14:paraId="03651114" w14:textId="34C4C54B" w:rsidR="0031604D" w:rsidRDefault="0016306A" w:rsidP="0016306A">
    <w:pPr>
      <w:pStyle w:val="Footer"/>
      <w:jc w:val="right"/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</w:pPr>
    <w:r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  <w:fldChar w:fldCharType="begin"/>
    </w:r>
    <w:r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  <w:instrText xml:space="preserve"> FILENAME   \* MERGEFORMAT </w:instrText>
    </w:r>
    <w:r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  <w:fldChar w:fldCharType="separate"/>
    </w:r>
    <w:r w:rsidR="008D1CD3">
      <w:rPr>
        <w:rStyle w:val="Hyperlink"/>
        <w:rFonts w:ascii="Times New Roman" w:hAnsi="Times New Roman"/>
        <w:noProof/>
        <w:color w:val="000000" w:themeColor="text1"/>
        <w:sz w:val="16"/>
        <w:szCs w:val="16"/>
        <w:u w:val="none"/>
      </w:rPr>
      <w:t>LP UtilityAccountEstablishment 080818</w:t>
    </w:r>
    <w:r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  <w:fldChar w:fldCharType="end"/>
    </w:r>
  </w:p>
  <w:p w14:paraId="574CDE04" w14:textId="77777777" w:rsidR="0016306A" w:rsidRPr="003140CA" w:rsidRDefault="0016306A" w:rsidP="0016306A">
    <w:pPr>
      <w:pStyle w:val="Footer"/>
      <w:jc w:val="right"/>
      <w:rPr>
        <w:rStyle w:val="Hyperlink"/>
        <w:rFonts w:ascii="Times New Roman" w:hAnsi="Times New Roman"/>
        <w:color w:val="000000" w:themeColor="text1"/>
        <w:sz w:val="16"/>
        <w:szCs w:val="16"/>
        <w:u w:val="non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DC64A8" w14:textId="77777777" w:rsidR="008D7E8D" w:rsidRDefault="008D7E8D">
      <w:r>
        <w:separator/>
      </w:r>
    </w:p>
  </w:footnote>
  <w:footnote w:type="continuationSeparator" w:id="0">
    <w:p w14:paraId="37990784" w14:textId="77777777" w:rsidR="008D7E8D" w:rsidRDefault="008D7E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51B158" w14:textId="77777777" w:rsidR="00E44951" w:rsidRPr="002B0A72" w:rsidRDefault="00E44951" w:rsidP="00E44951">
    <w:pPr>
      <w:rPr>
        <w:rFonts w:ascii="Times New Roman" w:hAnsi="Times New Roman"/>
      </w:rPr>
    </w:pPr>
    <w:r w:rsidRPr="002B0A72">
      <w:rPr>
        <w:rFonts w:ascii="Times New Roman" w:hAnsi="Times New Roman"/>
        <w:color w:val="0000FF"/>
      </w:rPr>
      <w:t>[</w:t>
    </w:r>
    <w:r w:rsidR="00755103">
      <w:rPr>
        <w:rFonts w:ascii="Times New Roman" w:hAnsi="Times New Roman"/>
        <w:color w:val="0000FF"/>
      </w:rPr>
      <w:t>Utility Contact Name</w:t>
    </w:r>
    <w:r w:rsidR="00755103" w:rsidRPr="002B0A72">
      <w:rPr>
        <w:rFonts w:ascii="Times New Roman" w:hAnsi="Times New Roman"/>
        <w:color w:val="800080"/>
      </w:rPr>
      <w:t xml:space="preserve"> </w:t>
    </w:r>
    <w:r w:rsidRPr="002B0A72">
      <w:rPr>
        <w:rFonts w:ascii="Times New Roman" w:hAnsi="Times New Roman"/>
        <w:color w:val="800080"/>
      </w:rPr>
      <w:t>(same as in address)</w:t>
    </w:r>
    <w:r w:rsidRPr="002B0A72">
      <w:rPr>
        <w:rFonts w:ascii="Times New Roman" w:hAnsi="Times New Roman"/>
        <w:color w:val="0000FF"/>
      </w:rPr>
      <w:t>]</w:t>
    </w:r>
  </w:p>
  <w:p w14:paraId="6C0D4187" w14:textId="77777777" w:rsidR="00E44951" w:rsidRPr="002B0A72" w:rsidRDefault="000D6B48" w:rsidP="00E44951">
    <w:pPr>
      <w:rPr>
        <w:rFonts w:ascii="Times New Roman" w:hAnsi="Times New Roman"/>
      </w:rPr>
    </w:pPr>
    <w:r w:rsidRPr="002B0A72">
      <w:rPr>
        <w:rFonts w:ascii="Times New Roman" w:hAnsi="Times New Roman"/>
      </w:rPr>
      <w:t xml:space="preserve">FDEP Facility ID# </w:t>
    </w:r>
    <w:r w:rsidR="00E44951" w:rsidRPr="002B0A72">
      <w:rPr>
        <w:rFonts w:ascii="Times New Roman" w:hAnsi="Times New Roman"/>
        <w:color w:val="0000FF"/>
      </w:rPr>
      <w:t>[</w:t>
    </w:r>
    <w:proofErr w:type="spellStart"/>
    <w:r w:rsidR="00E44951" w:rsidRPr="002B0A72">
      <w:rPr>
        <w:rFonts w:ascii="Times New Roman" w:hAnsi="Times New Roman"/>
        <w:color w:val="0000FF"/>
      </w:rPr>
      <w:t>xxxxxxxxx</w:t>
    </w:r>
    <w:proofErr w:type="spellEnd"/>
    <w:r w:rsidR="00E44951" w:rsidRPr="002B0A72">
      <w:rPr>
        <w:rFonts w:ascii="Times New Roman" w:hAnsi="Times New Roman"/>
        <w:color w:val="0000FF"/>
      </w:rPr>
      <w:t>]</w:t>
    </w:r>
  </w:p>
  <w:p w14:paraId="5397B999" w14:textId="21175D2E" w:rsidR="000D6B48" w:rsidRPr="002B0A72" w:rsidRDefault="000D6B48" w:rsidP="00181E94">
    <w:pPr>
      <w:pStyle w:val="Header"/>
      <w:tabs>
        <w:tab w:val="clear" w:pos="4320"/>
        <w:tab w:val="clear" w:pos="8640"/>
      </w:tabs>
      <w:rPr>
        <w:rFonts w:ascii="Times New Roman" w:hAnsi="Times New Roman"/>
      </w:rPr>
    </w:pPr>
    <w:r w:rsidRPr="002B0A72">
      <w:rPr>
        <w:rFonts w:ascii="Times New Roman" w:hAnsi="Times New Roman"/>
      </w:rPr>
      <w:t xml:space="preserve">Page </w:t>
    </w:r>
    <w:r w:rsidRPr="002B0A72">
      <w:rPr>
        <w:rFonts w:ascii="Times New Roman" w:hAnsi="Times New Roman"/>
      </w:rPr>
      <w:fldChar w:fldCharType="begin"/>
    </w:r>
    <w:r w:rsidRPr="002B0A72">
      <w:rPr>
        <w:rFonts w:ascii="Times New Roman" w:hAnsi="Times New Roman"/>
      </w:rPr>
      <w:instrText xml:space="preserve"> PAGE   \* MERGEFORMAT </w:instrText>
    </w:r>
    <w:r w:rsidRPr="002B0A72">
      <w:rPr>
        <w:rFonts w:ascii="Times New Roman" w:hAnsi="Times New Roman"/>
      </w:rPr>
      <w:fldChar w:fldCharType="separate"/>
    </w:r>
    <w:r w:rsidR="008D1CD3">
      <w:rPr>
        <w:rFonts w:ascii="Times New Roman" w:hAnsi="Times New Roman"/>
        <w:noProof/>
      </w:rPr>
      <w:t>2</w:t>
    </w:r>
    <w:r w:rsidRPr="002B0A72">
      <w:rPr>
        <w:rFonts w:ascii="Times New Roman" w:hAnsi="Times New Roman"/>
      </w:rPr>
      <w:fldChar w:fldCharType="end"/>
    </w:r>
  </w:p>
  <w:p w14:paraId="7EB80F99" w14:textId="77777777" w:rsidR="00E44951" w:rsidRPr="002B0A72" w:rsidRDefault="00E44951" w:rsidP="00E44951">
    <w:pPr>
      <w:rPr>
        <w:rFonts w:ascii="Times New Roman" w:hAnsi="Times New Roman"/>
      </w:rPr>
    </w:pPr>
    <w:r w:rsidRPr="002B0A72">
      <w:rPr>
        <w:rFonts w:ascii="Times New Roman" w:hAnsi="Times New Roman"/>
        <w:color w:val="0000FF"/>
      </w:rPr>
      <w:t xml:space="preserve">[Date </w:t>
    </w:r>
    <w:r w:rsidRPr="002B0A72">
      <w:rPr>
        <w:rFonts w:ascii="Times New Roman" w:hAnsi="Times New Roman"/>
        <w:color w:val="800080"/>
      </w:rPr>
      <w:t>(same as on page 1)</w:t>
    </w:r>
    <w:r w:rsidRPr="002B0A72">
      <w:rPr>
        <w:rFonts w:ascii="Times New Roman" w:hAnsi="Times New Roman"/>
        <w:color w:val="0000FF"/>
      </w:rPr>
      <w:t>]</w:t>
    </w:r>
  </w:p>
  <w:p w14:paraId="763B6BCC" w14:textId="77777777" w:rsidR="000D6B48" w:rsidRPr="002B0A72" w:rsidRDefault="000D6B48" w:rsidP="00B1192F">
    <w:pPr>
      <w:pStyle w:val="Header"/>
      <w:tabs>
        <w:tab w:val="clear" w:pos="4320"/>
        <w:tab w:val="clear" w:pos="8640"/>
      </w:tabs>
      <w:rPr>
        <w:rFonts w:ascii="Times New Roman" w:hAnsi="Times New Roman"/>
      </w:rPr>
    </w:pPr>
  </w:p>
  <w:p w14:paraId="60A35DD4" w14:textId="77777777" w:rsidR="000D6B48" w:rsidRPr="002B0A72" w:rsidRDefault="000D6B48" w:rsidP="00B1192F">
    <w:pPr>
      <w:pStyle w:val="Header"/>
      <w:tabs>
        <w:tab w:val="clear" w:pos="4320"/>
        <w:tab w:val="clear" w:pos="8640"/>
      </w:tabs>
      <w:rPr>
        <w:rFonts w:ascii="Times New Roman" w:hAnsi="Times New Roma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97336B" w14:textId="77777777" w:rsidR="0016306A" w:rsidRPr="007F79EE" w:rsidRDefault="0016306A" w:rsidP="0016306A">
    <w:pPr>
      <w:jc w:val="center"/>
      <w:rPr>
        <w:rFonts w:ascii="Times New Roman" w:hAnsi="Times New Roman"/>
        <w:color w:val="800080"/>
      </w:rPr>
    </w:pPr>
    <w:r w:rsidRPr="007F79EE">
      <w:rPr>
        <w:rFonts w:ascii="Times New Roman" w:hAnsi="Times New Roman"/>
        <w:color w:val="800080"/>
      </w:rPr>
      <w:t>{{SET UP FOR YOUR OWN LETTERHEAD}}</w:t>
    </w:r>
  </w:p>
  <w:p w14:paraId="429C3E1A" w14:textId="77777777" w:rsidR="005D32FE" w:rsidRPr="002B0A72" w:rsidRDefault="005D32FE">
    <w:pPr>
      <w:pStyle w:val="Header"/>
      <w:rPr>
        <w:rFonts w:ascii="Times New Roman" w:hAnsi="Times New Roman"/>
      </w:rPr>
    </w:pPr>
  </w:p>
  <w:p w14:paraId="7F07480E" w14:textId="77777777" w:rsidR="0016306A" w:rsidRPr="002B0A72" w:rsidRDefault="0016306A">
    <w:pPr>
      <w:pStyle w:val="Header"/>
      <w:rPr>
        <w:rFonts w:ascii="Times New Roman" w:hAnsi="Times New Roman"/>
      </w:rPr>
    </w:pPr>
  </w:p>
  <w:p w14:paraId="55642E68" w14:textId="77777777" w:rsidR="0016306A" w:rsidRPr="002B0A72" w:rsidRDefault="0016306A">
    <w:pPr>
      <w:pStyle w:val="Header"/>
      <w:rPr>
        <w:rFonts w:ascii="Times New Roman" w:hAnsi="Times New Roman"/>
      </w:rPr>
    </w:pPr>
  </w:p>
  <w:p w14:paraId="7F552637" w14:textId="77777777" w:rsidR="0016306A" w:rsidRPr="002B0A72" w:rsidRDefault="0016306A">
    <w:pPr>
      <w:pStyle w:val="Header"/>
      <w:rPr>
        <w:rFonts w:ascii="Times New Roman" w:hAnsi="Times New Roman"/>
      </w:rPr>
    </w:pPr>
  </w:p>
  <w:p w14:paraId="00A81567" w14:textId="77777777" w:rsidR="0016306A" w:rsidRPr="002B0A72" w:rsidRDefault="0016306A">
    <w:pPr>
      <w:pStyle w:val="Header"/>
      <w:rPr>
        <w:rFonts w:ascii="Times New Roman" w:hAnsi="Times New Roman"/>
      </w:rPr>
    </w:pPr>
  </w:p>
  <w:p w14:paraId="4B49C8FD" w14:textId="77777777" w:rsidR="004005EE" w:rsidRPr="002B0A72" w:rsidRDefault="004005EE">
    <w:pPr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80C440E"/>
    <w:multiLevelType w:val="hybridMultilevel"/>
    <w:tmpl w:val="180A7C5E"/>
    <w:lvl w:ilvl="0" w:tplc="AEA687BE">
      <w:start w:val="1"/>
      <w:numFmt w:val="decimal"/>
      <w:lvlText w:val="(%1)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69D01EC1"/>
    <w:multiLevelType w:val="hybridMultilevel"/>
    <w:tmpl w:val="1F66F81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DB4F9A"/>
    <w:multiLevelType w:val="hybridMultilevel"/>
    <w:tmpl w:val="AD2C0B4C"/>
    <w:lvl w:ilvl="0" w:tplc="040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44BF"/>
    <w:rsid w:val="00015254"/>
    <w:rsid w:val="00031E37"/>
    <w:rsid w:val="00055E02"/>
    <w:rsid w:val="00073952"/>
    <w:rsid w:val="00090A97"/>
    <w:rsid w:val="000A2ACE"/>
    <w:rsid w:val="000A648E"/>
    <w:rsid w:val="000D45E7"/>
    <w:rsid w:val="000D6B48"/>
    <w:rsid w:val="000E1C20"/>
    <w:rsid w:val="000F7A79"/>
    <w:rsid w:val="00114089"/>
    <w:rsid w:val="0011786F"/>
    <w:rsid w:val="00127CA4"/>
    <w:rsid w:val="001331D5"/>
    <w:rsid w:val="00141B53"/>
    <w:rsid w:val="00142618"/>
    <w:rsid w:val="0016306A"/>
    <w:rsid w:val="00181E94"/>
    <w:rsid w:val="001839E0"/>
    <w:rsid w:val="001844BF"/>
    <w:rsid w:val="00190FA9"/>
    <w:rsid w:val="00191994"/>
    <w:rsid w:val="001B0E29"/>
    <w:rsid w:val="001B44E6"/>
    <w:rsid w:val="001F6DC9"/>
    <w:rsid w:val="002058EC"/>
    <w:rsid w:val="00214E7F"/>
    <w:rsid w:val="00226996"/>
    <w:rsid w:val="002276AC"/>
    <w:rsid w:val="00234A79"/>
    <w:rsid w:val="002446E3"/>
    <w:rsid w:val="00245301"/>
    <w:rsid w:val="00245BF2"/>
    <w:rsid w:val="00251797"/>
    <w:rsid w:val="00274E25"/>
    <w:rsid w:val="00277212"/>
    <w:rsid w:val="002900F3"/>
    <w:rsid w:val="002967EB"/>
    <w:rsid w:val="002B0A72"/>
    <w:rsid w:val="002B312D"/>
    <w:rsid w:val="002E78B3"/>
    <w:rsid w:val="002F0406"/>
    <w:rsid w:val="00310E01"/>
    <w:rsid w:val="00311E78"/>
    <w:rsid w:val="003140CA"/>
    <w:rsid w:val="0031604D"/>
    <w:rsid w:val="00321785"/>
    <w:rsid w:val="003223D0"/>
    <w:rsid w:val="00326D9A"/>
    <w:rsid w:val="00327FD5"/>
    <w:rsid w:val="00357613"/>
    <w:rsid w:val="00362161"/>
    <w:rsid w:val="003B4CDC"/>
    <w:rsid w:val="003E4F66"/>
    <w:rsid w:val="004005EE"/>
    <w:rsid w:val="00410504"/>
    <w:rsid w:val="0042787D"/>
    <w:rsid w:val="00430E51"/>
    <w:rsid w:val="00434AE4"/>
    <w:rsid w:val="004478E0"/>
    <w:rsid w:val="00450B94"/>
    <w:rsid w:val="00453CB7"/>
    <w:rsid w:val="00455F9D"/>
    <w:rsid w:val="00456BF7"/>
    <w:rsid w:val="00473D18"/>
    <w:rsid w:val="00475462"/>
    <w:rsid w:val="004822FA"/>
    <w:rsid w:val="004843F7"/>
    <w:rsid w:val="00493622"/>
    <w:rsid w:val="004A54B0"/>
    <w:rsid w:val="004D0135"/>
    <w:rsid w:val="004D0732"/>
    <w:rsid w:val="004E4FC7"/>
    <w:rsid w:val="00500105"/>
    <w:rsid w:val="00517C0A"/>
    <w:rsid w:val="00527756"/>
    <w:rsid w:val="00530551"/>
    <w:rsid w:val="00552E55"/>
    <w:rsid w:val="00563E2B"/>
    <w:rsid w:val="005677FF"/>
    <w:rsid w:val="00582CC9"/>
    <w:rsid w:val="00590668"/>
    <w:rsid w:val="0059081C"/>
    <w:rsid w:val="005B46BA"/>
    <w:rsid w:val="005C31BF"/>
    <w:rsid w:val="005D04F9"/>
    <w:rsid w:val="005D0CF4"/>
    <w:rsid w:val="005D32FE"/>
    <w:rsid w:val="005F1AC3"/>
    <w:rsid w:val="00611FC3"/>
    <w:rsid w:val="00640DD4"/>
    <w:rsid w:val="00640F3E"/>
    <w:rsid w:val="0065307A"/>
    <w:rsid w:val="006713E4"/>
    <w:rsid w:val="00684150"/>
    <w:rsid w:val="006B0932"/>
    <w:rsid w:val="00755103"/>
    <w:rsid w:val="007E0013"/>
    <w:rsid w:val="007E351A"/>
    <w:rsid w:val="00833D06"/>
    <w:rsid w:val="0084187C"/>
    <w:rsid w:val="00843F7C"/>
    <w:rsid w:val="00876E68"/>
    <w:rsid w:val="00882C50"/>
    <w:rsid w:val="008904D6"/>
    <w:rsid w:val="00894F58"/>
    <w:rsid w:val="008C2310"/>
    <w:rsid w:val="008D1CD3"/>
    <w:rsid w:val="008D7E8D"/>
    <w:rsid w:val="008E4718"/>
    <w:rsid w:val="008E4E42"/>
    <w:rsid w:val="00916BCC"/>
    <w:rsid w:val="00927EFA"/>
    <w:rsid w:val="00940D2C"/>
    <w:rsid w:val="009471F6"/>
    <w:rsid w:val="00966B82"/>
    <w:rsid w:val="00995E4B"/>
    <w:rsid w:val="009C1253"/>
    <w:rsid w:val="009E5FFD"/>
    <w:rsid w:val="009E6CA8"/>
    <w:rsid w:val="00A10DDD"/>
    <w:rsid w:val="00A337AB"/>
    <w:rsid w:val="00A63DD3"/>
    <w:rsid w:val="00A70C9D"/>
    <w:rsid w:val="00A81290"/>
    <w:rsid w:val="00A83114"/>
    <w:rsid w:val="00A90890"/>
    <w:rsid w:val="00AA317A"/>
    <w:rsid w:val="00AA5BE8"/>
    <w:rsid w:val="00AD4A97"/>
    <w:rsid w:val="00AD54DC"/>
    <w:rsid w:val="00AD7C5A"/>
    <w:rsid w:val="00AE034E"/>
    <w:rsid w:val="00AF5942"/>
    <w:rsid w:val="00B1192F"/>
    <w:rsid w:val="00B16E98"/>
    <w:rsid w:val="00B17E69"/>
    <w:rsid w:val="00B17F49"/>
    <w:rsid w:val="00B30B6D"/>
    <w:rsid w:val="00B81E25"/>
    <w:rsid w:val="00B86E26"/>
    <w:rsid w:val="00BA0E90"/>
    <w:rsid w:val="00BD59CE"/>
    <w:rsid w:val="00BF733A"/>
    <w:rsid w:val="00C059C8"/>
    <w:rsid w:val="00C07459"/>
    <w:rsid w:val="00C311AA"/>
    <w:rsid w:val="00C57512"/>
    <w:rsid w:val="00C5763C"/>
    <w:rsid w:val="00C659BA"/>
    <w:rsid w:val="00CA03AC"/>
    <w:rsid w:val="00CC55AF"/>
    <w:rsid w:val="00CD1E52"/>
    <w:rsid w:val="00CE268C"/>
    <w:rsid w:val="00CE47AA"/>
    <w:rsid w:val="00D0239C"/>
    <w:rsid w:val="00D15A4C"/>
    <w:rsid w:val="00D27EC4"/>
    <w:rsid w:val="00D36A46"/>
    <w:rsid w:val="00D44841"/>
    <w:rsid w:val="00D65EBA"/>
    <w:rsid w:val="00D831E1"/>
    <w:rsid w:val="00D87F69"/>
    <w:rsid w:val="00DB2A3D"/>
    <w:rsid w:val="00DC45A1"/>
    <w:rsid w:val="00DE1AE1"/>
    <w:rsid w:val="00DE2840"/>
    <w:rsid w:val="00DF3E9F"/>
    <w:rsid w:val="00E2086F"/>
    <w:rsid w:val="00E261B1"/>
    <w:rsid w:val="00E44951"/>
    <w:rsid w:val="00E709EA"/>
    <w:rsid w:val="00E8018D"/>
    <w:rsid w:val="00EA53D4"/>
    <w:rsid w:val="00EB13B7"/>
    <w:rsid w:val="00EC2976"/>
    <w:rsid w:val="00F0094D"/>
    <w:rsid w:val="00F153A1"/>
    <w:rsid w:val="00F15913"/>
    <w:rsid w:val="00F40CFD"/>
    <w:rsid w:val="00F41502"/>
    <w:rsid w:val="00F47806"/>
    <w:rsid w:val="00F85804"/>
    <w:rsid w:val="00FA5048"/>
    <w:rsid w:val="00FA6B06"/>
    <w:rsid w:val="00FD227B"/>
    <w:rsid w:val="00FD494A"/>
    <w:rsid w:val="00FD730A"/>
    <w:rsid w:val="00FF7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2691154"/>
  <w15:docId w15:val="{06D394BB-ECDA-41FC-B46C-63D20426E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D7C5A"/>
    <w:rPr>
      <w:rFonts w:ascii="Book Antiqua" w:hAnsi="Book Antiqu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AD7C5A"/>
    <w:rPr>
      <w:sz w:val="20"/>
      <w:szCs w:val="20"/>
    </w:rPr>
    <w:tblPr/>
  </w:style>
  <w:style w:type="paragraph" w:styleId="Header">
    <w:name w:val="header"/>
    <w:basedOn w:val="Normal"/>
    <w:link w:val="HeaderChar"/>
    <w:uiPriority w:val="99"/>
    <w:rsid w:val="00876E68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81E94"/>
    <w:rPr>
      <w:rFonts w:ascii="Book Antiqua" w:hAnsi="Book Antiqua" w:cs="Times New Roman"/>
      <w:sz w:val="24"/>
      <w:szCs w:val="24"/>
      <w:lang w:val="en-US" w:eastAsia="en-US" w:bidi="ar-SA"/>
    </w:rPr>
  </w:style>
  <w:style w:type="paragraph" w:styleId="Footer">
    <w:name w:val="footer"/>
    <w:basedOn w:val="Normal"/>
    <w:link w:val="FooterChar"/>
    <w:uiPriority w:val="99"/>
    <w:rsid w:val="00876E68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658EA"/>
    <w:rPr>
      <w:rFonts w:ascii="Book Antiqua" w:hAnsi="Book Antiqua"/>
      <w:sz w:val="24"/>
      <w:szCs w:val="24"/>
    </w:rPr>
  </w:style>
  <w:style w:type="character" w:styleId="PageNumber">
    <w:name w:val="page number"/>
    <w:basedOn w:val="DefaultParagraphFont"/>
    <w:uiPriority w:val="99"/>
    <w:rsid w:val="00876E68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181E94"/>
    <w:pPr>
      <w:ind w:left="1260" w:hanging="540"/>
    </w:pPr>
    <w:rPr>
      <w:szCs w:val="2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4658EA"/>
    <w:rPr>
      <w:rFonts w:ascii="Book Antiqua" w:hAnsi="Book Antiqua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181E94"/>
    <w:pPr>
      <w:ind w:left="720"/>
    </w:pPr>
    <w:rPr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4658EA"/>
    <w:rPr>
      <w:rFonts w:ascii="Book Antiqua" w:hAnsi="Book Antiqua"/>
      <w:sz w:val="24"/>
      <w:szCs w:val="24"/>
    </w:rPr>
  </w:style>
  <w:style w:type="character" w:styleId="Hyperlink">
    <w:name w:val="Hyperlink"/>
    <w:basedOn w:val="DefaultParagraphFont"/>
    <w:uiPriority w:val="99"/>
    <w:rsid w:val="00181E94"/>
    <w:rPr>
      <w:rFonts w:cs="Times New Roman"/>
      <w:color w:val="0000FF"/>
      <w:u w:val="single"/>
    </w:rPr>
  </w:style>
  <w:style w:type="character" w:customStyle="1" w:styleId="text">
    <w:name w:val="text"/>
    <w:basedOn w:val="DefaultParagraphFont"/>
    <w:uiPriority w:val="99"/>
    <w:rsid w:val="00181E94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rsid w:val="005001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5001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D36A46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0D45E7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A83114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143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PRP_Accounting@floridadep.gov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ields_s\Desktop\LP-UtilityAcountEstablishment_0801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LP-UtilityAcountEstablishment_080118</Template>
  <TotalTime>3</TotalTime>
  <Pages>2</Pages>
  <Words>342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FLDEP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Fields, Susan</dc:creator>
  <cp:lastModifiedBy>Kilga, Kyle</cp:lastModifiedBy>
  <cp:revision>4</cp:revision>
  <cp:lastPrinted>2014-02-06T16:55:00Z</cp:lastPrinted>
  <dcterms:created xsi:type="dcterms:W3CDTF">2018-08-07T20:11:00Z</dcterms:created>
  <dcterms:modified xsi:type="dcterms:W3CDTF">2018-08-08T20:07:00Z</dcterms:modified>
</cp:coreProperties>
</file>